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2DD66864-624B-4B71-9C51-FE5E3CA72872}"/>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